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942E4" w14:textId="29E5374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22A2A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22A2A">
        <w:rPr>
          <w:rFonts w:ascii="Corbel" w:hAnsi="Corbel"/>
          <w:bCs/>
          <w:i/>
        </w:rPr>
        <w:t>23</w:t>
      </w:r>
    </w:p>
    <w:p w14:paraId="4B07FC4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65BBEF" w14:textId="4DD62F6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351F6">
        <w:rPr>
          <w:rFonts w:ascii="Corbel" w:hAnsi="Corbel"/>
          <w:iCs/>
          <w:smallCaps/>
          <w:sz w:val="24"/>
          <w:szCs w:val="24"/>
        </w:rPr>
        <w:t>2024-2026</w:t>
      </w:r>
    </w:p>
    <w:p w14:paraId="35E783A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DB1C674" w14:textId="7E2EE371" w:rsidR="0085747A" w:rsidRDefault="00445970" w:rsidP="008927D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927D9">
        <w:rPr>
          <w:rFonts w:ascii="Corbel" w:hAnsi="Corbel"/>
          <w:sz w:val="20"/>
          <w:szCs w:val="20"/>
        </w:rPr>
        <w:t>202</w:t>
      </w:r>
      <w:r w:rsidR="007351F6">
        <w:rPr>
          <w:rFonts w:ascii="Corbel" w:hAnsi="Corbel"/>
          <w:sz w:val="20"/>
          <w:szCs w:val="20"/>
        </w:rPr>
        <w:t>5</w:t>
      </w:r>
      <w:r w:rsidR="008927D9">
        <w:rPr>
          <w:rFonts w:ascii="Corbel" w:hAnsi="Corbel"/>
          <w:sz w:val="20"/>
          <w:szCs w:val="20"/>
        </w:rPr>
        <w:t>/202</w:t>
      </w:r>
      <w:r w:rsidR="007351F6">
        <w:rPr>
          <w:rFonts w:ascii="Corbel" w:hAnsi="Corbel"/>
          <w:sz w:val="20"/>
          <w:szCs w:val="20"/>
        </w:rPr>
        <w:t>6</w:t>
      </w:r>
    </w:p>
    <w:p w14:paraId="7817197E" w14:textId="77777777" w:rsidR="008927D9" w:rsidRPr="009C54AE" w:rsidRDefault="008927D9" w:rsidP="008927D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39F0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555037" w14:textId="77777777" w:rsidTr="00B819C8">
        <w:tc>
          <w:tcPr>
            <w:tcW w:w="2694" w:type="dxa"/>
            <w:vAlign w:val="center"/>
          </w:tcPr>
          <w:p w14:paraId="2EC4D22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BEF8A2" w14:textId="77777777"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14:paraId="199EFEBA" w14:textId="77777777" w:rsidTr="00B819C8">
        <w:tc>
          <w:tcPr>
            <w:tcW w:w="2694" w:type="dxa"/>
            <w:vAlign w:val="center"/>
          </w:tcPr>
          <w:p w14:paraId="1FF3475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059E8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59E1207" w14:textId="77777777" w:rsidTr="00B819C8">
        <w:tc>
          <w:tcPr>
            <w:tcW w:w="2694" w:type="dxa"/>
            <w:vAlign w:val="center"/>
          </w:tcPr>
          <w:p w14:paraId="039EF812" w14:textId="219416D2" w:rsidR="0085747A" w:rsidRPr="009C54AE" w:rsidRDefault="00A9119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9F7D7F" w14:textId="77777777" w:rsidR="0085747A" w:rsidRPr="009C54AE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5DA820" w14:textId="77777777" w:rsidTr="00B819C8">
        <w:tc>
          <w:tcPr>
            <w:tcW w:w="2694" w:type="dxa"/>
            <w:vAlign w:val="center"/>
          </w:tcPr>
          <w:p w14:paraId="4C268C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F3A068" w14:textId="66BA3243" w:rsidR="0085747A" w:rsidRPr="009C54AE" w:rsidRDefault="003E4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A6373E">
              <w:rPr>
                <w:rFonts w:ascii="Corbel" w:hAnsi="Corbel"/>
                <w:b w:val="0"/>
                <w:sz w:val="24"/>
                <w:szCs w:val="24"/>
              </w:rPr>
              <w:t>Psychologii</w:t>
            </w:r>
          </w:p>
        </w:tc>
      </w:tr>
      <w:tr w:rsidR="0085747A" w:rsidRPr="009C54AE" w14:paraId="754987CA" w14:textId="77777777" w:rsidTr="00B819C8">
        <w:tc>
          <w:tcPr>
            <w:tcW w:w="2694" w:type="dxa"/>
            <w:vAlign w:val="center"/>
          </w:tcPr>
          <w:p w14:paraId="52078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EAB5B5" w14:textId="77777777"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9903717" w14:textId="77777777" w:rsidTr="00B819C8">
        <w:tc>
          <w:tcPr>
            <w:tcW w:w="2694" w:type="dxa"/>
            <w:vAlign w:val="center"/>
          </w:tcPr>
          <w:p w14:paraId="20EB42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65D458" w14:textId="77777777"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7C31AC25" w14:textId="77777777" w:rsidTr="00B819C8">
        <w:tc>
          <w:tcPr>
            <w:tcW w:w="2694" w:type="dxa"/>
            <w:vAlign w:val="center"/>
          </w:tcPr>
          <w:p w14:paraId="5C9E68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25E0E6" w14:textId="77777777"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211DAC62" w14:textId="77777777" w:rsidTr="00B819C8">
        <w:tc>
          <w:tcPr>
            <w:tcW w:w="2694" w:type="dxa"/>
            <w:vAlign w:val="center"/>
          </w:tcPr>
          <w:p w14:paraId="18A60A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EA71D4" w14:textId="59365AA0" w:rsidR="0085747A" w:rsidRPr="009C54AE" w:rsidRDefault="00C955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A526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420A5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2A9BE04C" w14:textId="77777777" w:rsidTr="00B819C8">
        <w:tc>
          <w:tcPr>
            <w:tcW w:w="2694" w:type="dxa"/>
            <w:vAlign w:val="center"/>
          </w:tcPr>
          <w:p w14:paraId="0A6AE1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53100F" w14:textId="77777777"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3E27F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DB301B7" w14:textId="77777777" w:rsidTr="00B819C8">
        <w:tc>
          <w:tcPr>
            <w:tcW w:w="2694" w:type="dxa"/>
            <w:vAlign w:val="center"/>
          </w:tcPr>
          <w:p w14:paraId="38F89D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AEB719" w14:textId="77777777" w:rsidR="0085747A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7C50DDEF" w14:textId="77777777" w:rsidTr="00B819C8">
        <w:tc>
          <w:tcPr>
            <w:tcW w:w="2694" w:type="dxa"/>
            <w:vAlign w:val="center"/>
          </w:tcPr>
          <w:p w14:paraId="475595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1E9BE" w14:textId="77777777" w:rsidR="00923D7D" w:rsidRPr="009C54AE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76954C3" w14:textId="77777777" w:rsidTr="00B819C8">
        <w:tc>
          <w:tcPr>
            <w:tcW w:w="2694" w:type="dxa"/>
            <w:vAlign w:val="center"/>
          </w:tcPr>
          <w:p w14:paraId="455F17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1D3439" w14:textId="77777777"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8927D9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Andrzej Łukasik</w:t>
            </w:r>
          </w:p>
        </w:tc>
      </w:tr>
      <w:tr w:rsidR="0085747A" w:rsidRPr="009C54AE" w14:paraId="7D70EB2A" w14:textId="77777777" w:rsidTr="00B819C8">
        <w:tc>
          <w:tcPr>
            <w:tcW w:w="2694" w:type="dxa"/>
            <w:vAlign w:val="center"/>
          </w:tcPr>
          <w:p w14:paraId="5EE57F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5D0AB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FFA9E8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A1371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CBBCF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1DCF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DF992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9DD98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5C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46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D1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EED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EB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899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325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A6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2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3081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3D9C" w14:textId="77777777" w:rsidR="00015B8F" w:rsidRPr="009C54AE" w:rsidRDefault="003F71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7378" w14:textId="37A16FEA" w:rsidR="00015B8F" w:rsidRPr="009C54AE" w:rsidRDefault="00C955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AE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80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20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D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4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E8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E7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D4E7" w14:textId="24857118" w:rsidR="00015B8F" w:rsidRPr="009C54AE" w:rsidRDefault="00A911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465129A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68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9736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76C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D4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E54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72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D72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A2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C0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757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2B8791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B07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3B15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C29D2C" w14:textId="77777777" w:rsidR="0085747A" w:rsidRPr="00D043D4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A146B5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65BD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4242D" w14:textId="76BE961A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1DBC9FE7" w14:textId="77777777" w:rsidR="007916D1" w:rsidRPr="009C54AE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14:paraId="684F145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CB58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EB74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ACBBF9A" w14:textId="77777777" w:rsidTr="00745302">
        <w:tc>
          <w:tcPr>
            <w:tcW w:w="9670" w:type="dxa"/>
          </w:tcPr>
          <w:p w14:paraId="2F9A395F" w14:textId="77777777" w:rsidR="0085747A" w:rsidRPr="009C54AE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psychologiczna na poziomie I stopnia Pedagogiki.</w:t>
            </w:r>
          </w:p>
          <w:p w14:paraId="4A97C0C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58255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2857C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ABBEA2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12758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332E54" w14:textId="77777777"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35B76" w:rsidRPr="005B254B" w14:paraId="4894C0CA" w14:textId="77777777" w:rsidTr="00E174FD">
        <w:tc>
          <w:tcPr>
            <w:tcW w:w="675" w:type="dxa"/>
            <w:vAlign w:val="center"/>
          </w:tcPr>
          <w:p w14:paraId="0F854381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67B706D" w14:textId="56869DA2" w:rsidR="00D35B76" w:rsidRPr="005B254B" w:rsidRDefault="00EB1BDF" w:rsidP="00E174FD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D</w:t>
            </w:r>
            <w:r w:rsidR="00D35B76"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ostarczanie 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rozszerzonej</w:t>
            </w:r>
            <w:r w:rsidR="00D35B76"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wiedzy z zakresu psychologii społecznej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</w:tc>
      </w:tr>
      <w:tr w:rsidR="00D35B76" w:rsidRPr="005B254B" w14:paraId="56CCB34A" w14:textId="77777777" w:rsidTr="00E174FD">
        <w:tc>
          <w:tcPr>
            <w:tcW w:w="675" w:type="dxa"/>
            <w:vAlign w:val="center"/>
          </w:tcPr>
          <w:p w14:paraId="0DB4F242" w14:textId="77777777"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1BE7E87" w14:textId="055A2ECA" w:rsidR="00D35B76" w:rsidRPr="005B254B" w:rsidRDefault="00D35B7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R</w:t>
            </w:r>
            <w:r w:rsidRPr="005B254B">
              <w:rPr>
                <w:rFonts w:asciiTheme="minorHAnsi" w:hAnsiTheme="minorHAnsi"/>
                <w:bCs/>
                <w:sz w:val="24"/>
                <w:szCs w:val="24"/>
              </w:rPr>
              <w:t>ozwój kompetencji w posługiwaniu się terminologią z zakresu psychologii grup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  <w:p w14:paraId="3408F5DB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14:paraId="08577DEC" w14:textId="77777777" w:rsidTr="00E174FD">
        <w:tc>
          <w:tcPr>
            <w:tcW w:w="675" w:type="dxa"/>
            <w:vAlign w:val="center"/>
          </w:tcPr>
          <w:p w14:paraId="06070AD5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73744E6" w14:textId="6FC1B42D" w:rsidR="00D35B76" w:rsidRPr="005B254B" w:rsidRDefault="0093150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D</w:t>
            </w:r>
            <w:r w:rsidR="00D35B76" w:rsidRPr="005B254B">
              <w:rPr>
                <w:rFonts w:asciiTheme="minorHAnsi" w:hAnsiTheme="minorHAnsi"/>
                <w:bCs/>
                <w:sz w:val="24"/>
                <w:szCs w:val="24"/>
              </w:rPr>
              <w:t>ostarczenie studentowi podstaw do samodzielnej obserwacji i analizy zjawisk grupowych i zjawisk zachodzących szerszym w otoczeniu społecznym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  <w:p w14:paraId="7E5B1C3E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</w:p>
        </w:tc>
      </w:tr>
      <w:tr w:rsidR="00D35B76" w:rsidRPr="005B254B" w14:paraId="12D65A98" w14:textId="77777777" w:rsidTr="00E174FD">
        <w:tc>
          <w:tcPr>
            <w:tcW w:w="675" w:type="dxa"/>
            <w:vAlign w:val="center"/>
          </w:tcPr>
          <w:p w14:paraId="1F8682E7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0658AC4B" w14:textId="752A1669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 xml:space="preserve"> </w:t>
            </w:r>
            <w:r w:rsidR="00931506">
              <w:rPr>
                <w:rFonts w:asciiTheme="minorHAnsi" w:hAnsiTheme="minorHAnsi"/>
                <w:b w:val="0"/>
                <w:bCs/>
                <w:sz w:val="24"/>
                <w:szCs w:val="24"/>
              </w:rPr>
              <w:t>R</w:t>
            </w:r>
            <w:r w:rsidRPr="005B254B">
              <w:rPr>
                <w:rFonts w:asciiTheme="minorHAnsi" w:hAnsiTheme="minorHAnsi"/>
                <w:b w:val="0"/>
                <w:bCs/>
                <w:sz w:val="24"/>
                <w:szCs w:val="24"/>
              </w:rPr>
              <w:t>ozwój ogólnych kompetencji poznawczych i społecznych studenta</w:t>
            </w:r>
            <w:r w:rsidR="00931506">
              <w:rPr>
                <w:rFonts w:asciiTheme="minorHAnsi" w:hAnsiTheme="minorHAnsi"/>
                <w:b w:val="0"/>
                <w:bCs/>
                <w:sz w:val="24"/>
                <w:szCs w:val="24"/>
              </w:rPr>
              <w:t>.</w:t>
            </w:r>
          </w:p>
        </w:tc>
      </w:tr>
      <w:tr w:rsidR="00D35B76" w:rsidRPr="005B254B" w14:paraId="4EB5E996" w14:textId="77777777" w:rsidTr="00E174FD">
        <w:tc>
          <w:tcPr>
            <w:tcW w:w="675" w:type="dxa"/>
            <w:vAlign w:val="center"/>
          </w:tcPr>
          <w:p w14:paraId="445E262D" w14:textId="77777777" w:rsidR="00D35B76" w:rsidRPr="005B254B" w:rsidRDefault="003F71A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14:paraId="6AEB6596" w14:textId="3BC683CB" w:rsidR="00D35B76" w:rsidRPr="005B254B" w:rsidRDefault="0093150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t>S</w:t>
            </w:r>
            <w:r w:rsidR="00D35B76" w:rsidRPr="005B254B">
              <w:rPr>
                <w:rFonts w:asciiTheme="minorHAnsi" w:hAnsiTheme="minorHAnsi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  <w:p w14:paraId="63A51224" w14:textId="77777777"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eastAsia="Cambria" w:hAnsiTheme="minorHAnsi"/>
                <w:b w:val="0"/>
                <w:sz w:val="24"/>
                <w:szCs w:val="24"/>
                <w:lang w:eastAsia="en-US"/>
              </w:rPr>
            </w:pPr>
          </w:p>
        </w:tc>
      </w:tr>
      <w:tr w:rsidR="00EB1BDF" w:rsidRPr="005B254B" w14:paraId="016B14DB" w14:textId="77777777" w:rsidTr="00E174FD">
        <w:tc>
          <w:tcPr>
            <w:tcW w:w="675" w:type="dxa"/>
            <w:vAlign w:val="center"/>
          </w:tcPr>
          <w:p w14:paraId="13D57C6F" w14:textId="555424C4" w:rsidR="00EB1BDF" w:rsidRPr="00931506" w:rsidRDefault="00EB1BDF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931506">
              <w:rPr>
                <w:rFonts w:asciiTheme="minorHAnsi" w:hAnsiTheme="minorHAnsi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  <w:vAlign w:val="center"/>
          </w:tcPr>
          <w:p w14:paraId="001359DD" w14:textId="6AAAA1EB" w:rsidR="00EB1BDF" w:rsidRPr="005B254B" w:rsidRDefault="00EB1BDF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Usytuowanie zjawisk społecznych w szerszych kontekstach, np. moralności, międzykulturowych</w:t>
            </w:r>
            <w:r w:rsidR="00931506">
              <w:rPr>
                <w:rFonts w:asciiTheme="minorHAnsi" w:hAnsiTheme="minorHAnsi"/>
                <w:bCs/>
                <w:sz w:val="24"/>
                <w:szCs w:val="24"/>
              </w:rPr>
              <w:t>.</w:t>
            </w:r>
          </w:p>
        </w:tc>
      </w:tr>
      <w:tr w:rsidR="00931506" w:rsidRPr="005B254B" w14:paraId="198A3192" w14:textId="77777777" w:rsidTr="00E174FD">
        <w:tc>
          <w:tcPr>
            <w:tcW w:w="675" w:type="dxa"/>
            <w:vAlign w:val="center"/>
          </w:tcPr>
          <w:p w14:paraId="0A99150C" w14:textId="3C474BC3" w:rsidR="00931506" w:rsidRDefault="0093150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  <w:vAlign w:val="center"/>
          </w:tcPr>
          <w:p w14:paraId="2DC92B2D" w14:textId="2F12A43E" w:rsidR="00931506" w:rsidRDefault="00931506" w:rsidP="00E174FD">
            <w:pPr>
              <w:spacing w:after="0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Stworzenie podstaw do samodzielnej analizy zjawisk społecznych zachodzących we współczesnym świecie.</w:t>
            </w:r>
          </w:p>
        </w:tc>
      </w:tr>
    </w:tbl>
    <w:p w14:paraId="33CEF8A8" w14:textId="77777777"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262624B7" w14:textId="77777777"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05B589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3"/>
        <w:gridCol w:w="1866"/>
      </w:tblGrid>
      <w:tr w:rsidR="00D35B76" w:rsidRPr="005B254B" w14:paraId="4A76D71B" w14:textId="77777777" w:rsidTr="00E174FD">
        <w:tc>
          <w:tcPr>
            <w:tcW w:w="1701" w:type="dxa"/>
          </w:tcPr>
          <w:p w14:paraId="6B62B06F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14:paraId="44177DC5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40DAB0" w14:textId="77777777"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</w:t>
            </w:r>
            <w:r w:rsidR="00960011">
              <w:rPr>
                <w:rFonts w:asciiTheme="minorHAnsi" w:hAnsiTheme="minorHAnsi"/>
                <w:b w:val="0"/>
                <w:smallCaps w:val="0"/>
                <w:szCs w:val="24"/>
              </w:rPr>
              <w:t xml:space="preserve">iowanego dla przedmiotu </w:t>
            </w:r>
          </w:p>
          <w:p w14:paraId="57126FE6" w14:textId="77777777" w:rsidR="00960011" w:rsidRPr="005B254B" w:rsidRDefault="00960011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95B9BD9" w14:textId="6C9AB4C9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Odniesienie do efektów  kierunkowych</w:t>
            </w:r>
            <w:r w:rsidR="001F5F64">
              <w:rPr>
                <w:rStyle w:val="Odwoanieprzypisudolnego"/>
                <w:rFonts w:asciiTheme="minorHAnsi" w:hAnsi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D35B76" w:rsidRPr="005B254B" w14:paraId="3AAF83CC" w14:textId="77777777" w:rsidTr="00E174FD">
        <w:tc>
          <w:tcPr>
            <w:tcW w:w="1701" w:type="dxa"/>
          </w:tcPr>
          <w:p w14:paraId="4C2709A3" w14:textId="77777777" w:rsidR="00D35B76" w:rsidRPr="005B254B" w:rsidRDefault="00712EAE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  <w:p w14:paraId="10A9A276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14:paraId="56CA4017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  <w:p w14:paraId="2809872D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0939481" w14:textId="77777777" w:rsidR="00D35B76" w:rsidRPr="009B5CC9" w:rsidRDefault="003F71AE" w:rsidP="008D3E28">
            <w:pPr>
              <w:pStyle w:val="Bezodstpw"/>
              <w:rPr>
                <w:rFonts w:asciiTheme="minorHAnsi" w:hAnsiTheme="minorHAnsi"/>
                <w:b/>
                <w:smallCaps/>
                <w:sz w:val="24"/>
                <w:szCs w:val="24"/>
              </w:rPr>
            </w:pPr>
            <w:r w:rsidRPr="009B5CC9">
              <w:rPr>
                <w:rFonts w:asciiTheme="minorHAnsi" w:hAnsiTheme="minorHAnsi"/>
                <w:sz w:val="24"/>
                <w:szCs w:val="24"/>
              </w:rPr>
              <w:t>W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ymieni i wyjaśni reguły psychologiczne z dziedziny psychologii społecznej</w:t>
            </w:r>
            <w:r w:rsidR="00C105F8" w:rsidRPr="009B5CC9">
              <w:rPr>
                <w:rFonts w:asciiTheme="minorHAnsi" w:hAnsiTheme="minorHAnsi"/>
                <w:sz w:val="24"/>
                <w:szCs w:val="24"/>
              </w:rPr>
              <w:t>, uwzględniając rozwój społeczny człowieka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 xml:space="preserve">. </w:t>
            </w:r>
            <w:r w:rsidR="008D3E28" w:rsidRPr="009B5CC9">
              <w:rPr>
                <w:rFonts w:asciiTheme="minorHAnsi" w:hAnsiTheme="minorHAnsi"/>
                <w:sz w:val="24"/>
                <w:szCs w:val="24"/>
              </w:rPr>
              <w:t>Zas</w:t>
            </w:r>
            <w:r w:rsidR="00D35B76" w:rsidRPr="009B5CC9">
              <w:rPr>
                <w:rFonts w:asciiTheme="minorHAnsi" w:hAnsiTheme="minorHAnsi"/>
                <w:sz w:val="24"/>
                <w:szCs w:val="24"/>
              </w:rPr>
              <w:t>tosuje terminy z zakresu psychologii społecznej w adekwatnym kontekście.</w:t>
            </w:r>
          </w:p>
        </w:tc>
        <w:tc>
          <w:tcPr>
            <w:tcW w:w="1873" w:type="dxa"/>
          </w:tcPr>
          <w:p w14:paraId="08B4D376" w14:textId="77777777" w:rsidR="00712EAE" w:rsidRPr="005B254B" w:rsidRDefault="00712EAE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K_W06</w:t>
            </w:r>
          </w:p>
          <w:p w14:paraId="1C210AFE" w14:textId="77777777" w:rsidR="00D35B76" w:rsidRPr="00D5646C" w:rsidRDefault="00D35B76" w:rsidP="00712EAE">
            <w:pPr>
              <w:pStyle w:val="Punktygwne"/>
              <w:spacing w:before="0" w:after="0"/>
              <w:jc w:val="center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</w:tr>
      <w:tr w:rsidR="00D35B76" w:rsidRPr="005B254B" w14:paraId="2DB1C905" w14:textId="77777777" w:rsidTr="00E174FD">
        <w:tc>
          <w:tcPr>
            <w:tcW w:w="1701" w:type="dxa"/>
          </w:tcPr>
          <w:p w14:paraId="7A5FF48F" w14:textId="77777777"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  <w:p w14:paraId="4E360EC7" w14:textId="77777777" w:rsidR="00D35B76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AE1D9D0" w14:textId="77777777" w:rsidR="00D35B76" w:rsidRPr="009B5CC9" w:rsidRDefault="003F71AE" w:rsidP="00E93383">
            <w:pPr>
              <w:pStyle w:val="Default"/>
              <w:rPr>
                <w:rFonts w:asciiTheme="minorHAnsi" w:hAnsiTheme="minorHAnsi"/>
                <w:color w:val="auto"/>
              </w:rPr>
            </w:pPr>
            <w:r w:rsidRPr="009B5CC9">
              <w:rPr>
                <w:rFonts w:asciiTheme="minorHAnsi" w:hAnsiTheme="minorHAnsi"/>
                <w:color w:val="auto"/>
              </w:rPr>
              <w:t>W</w:t>
            </w:r>
            <w:r w:rsidR="00D35B76" w:rsidRPr="009B5CC9">
              <w:rPr>
                <w:rFonts w:asciiTheme="minorHAnsi" w:hAnsiTheme="minorHAnsi"/>
                <w:color w:val="auto"/>
              </w:rPr>
              <w:t>ymieni i om</w:t>
            </w:r>
            <w:r w:rsidR="001C498C" w:rsidRPr="009B5CC9">
              <w:rPr>
                <w:rFonts w:asciiTheme="minorHAnsi" w:hAnsiTheme="minorHAnsi"/>
                <w:color w:val="auto"/>
              </w:rPr>
              <w:t>ówi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</w:t>
            </w:r>
            <w:r w:rsidR="001D27B6" w:rsidRPr="009B5CC9">
              <w:rPr>
                <w:rFonts w:asciiTheme="minorHAnsi" w:hAnsiTheme="minorHAnsi"/>
                <w:color w:val="auto"/>
              </w:rPr>
              <w:t xml:space="preserve">społeczne aspekty zachowań 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uczestników procesów edukacyjnych, z uwzględnieniem </w:t>
            </w:r>
            <w:r w:rsidR="00D35B76" w:rsidRPr="009B5CC9">
              <w:rPr>
                <w:rFonts w:asciiTheme="minorHAnsi" w:hAnsiTheme="minorHAnsi"/>
                <w:color w:val="auto"/>
              </w:rPr>
              <w:t>teori</w:t>
            </w:r>
            <w:r w:rsidR="00F02DD1" w:rsidRPr="009B5CC9">
              <w:rPr>
                <w:rFonts w:asciiTheme="minorHAnsi" w:hAnsiTheme="minorHAnsi"/>
                <w:color w:val="auto"/>
              </w:rPr>
              <w:t>i</w:t>
            </w:r>
            <w:r w:rsidR="00D35B76" w:rsidRPr="009B5CC9">
              <w:rPr>
                <w:rFonts w:asciiTheme="minorHAnsi" w:hAnsiTheme="minorHAnsi"/>
                <w:color w:val="auto"/>
              </w:rPr>
              <w:t xml:space="preserve"> psychologii społecznej</w:t>
            </w:r>
            <w:r w:rsidR="009B5CC9">
              <w:rPr>
                <w:rFonts w:asciiTheme="minorHAnsi" w:hAnsiTheme="minorHAnsi"/>
                <w:color w:val="auto"/>
              </w:rPr>
              <w:t>,</w:t>
            </w:r>
            <w:r w:rsidR="00F02DD1" w:rsidRPr="009B5CC9">
              <w:rPr>
                <w:rFonts w:asciiTheme="minorHAnsi" w:hAnsiTheme="minorHAnsi"/>
                <w:color w:val="auto"/>
              </w:rPr>
              <w:t xml:space="preserve"> w celu optymalizacji kształcenia i wychowania.</w:t>
            </w:r>
          </w:p>
        </w:tc>
        <w:tc>
          <w:tcPr>
            <w:tcW w:w="1873" w:type="dxa"/>
          </w:tcPr>
          <w:p w14:paraId="156DBB29" w14:textId="77777777"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K_W09</w:t>
            </w:r>
          </w:p>
        </w:tc>
      </w:tr>
      <w:tr w:rsidR="00D35B76" w:rsidRPr="005B254B" w14:paraId="13B70BE6" w14:textId="77777777" w:rsidTr="00E174FD">
        <w:tc>
          <w:tcPr>
            <w:tcW w:w="1701" w:type="dxa"/>
          </w:tcPr>
          <w:p w14:paraId="18799657" w14:textId="77777777"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  <w:p w14:paraId="0B895310" w14:textId="77777777" w:rsidR="00D35B76" w:rsidRDefault="00D35B76" w:rsidP="00C376FA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E443CEB" w14:textId="0B90500A" w:rsidR="00D35B76" w:rsidRPr="009B5CC9" w:rsidRDefault="00A14E62" w:rsidP="00C21B3D">
            <w:pPr>
              <w:pStyle w:val="Default"/>
              <w:rPr>
                <w:rFonts w:asciiTheme="minorHAnsi" w:hAnsiTheme="minorHAnsi"/>
                <w:color w:val="auto"/>
              </w:rPr>
            </w:pPr>
            <w:r>
              <w:rPr>
                <w:rFonts w:asciiTheme="minorHAnsi" w:hAnsiTheme="minorHAnsi"/>
                <w:color w:val="auto"/>
              </w:rPr>
              <w:t xml:space="preserve">Zinterpretuje zachowania społeczne uczniów </w:t>
            </w:r>
            <w:r w:rsidRPr="009B5CC9">
              <w:rPr>
                <w:rFonts w:asciiTheme="minorHAnsi" w:hAnsiTheme="minorHAnsi"/>
                <w:color w:val="auto"/>
              </w:rPr>
              <w:t xml:space="preserve">w </w:t>
            </w:r>
            <w:r>
              <w:rPr>
                <w:rFonts w:asciiTheme="minorHAnsi" w:hAnsiTheme="minorHAnsi"/>
                <w:color w:val="auto"/>
              </w:rPr>
              <w:t xml:space="preserve">różnych </w:t>
            </w:r>
            <w:r w:rsidRPr="009B5CC9">
              <w:rPr>
                <w:rFonts w:asciiTheme="minorHAnsi" w:hAnsiTheme="minorHAnsi"/>
                <w:color w:val="auto"/>
              </w:rPr>
              <w:t>sytuacjach dydaktycznych.</w:t>
            </w:r>
            <w:r>
              <w:rPr>
                <w:rFonts w:asciiTheme="minorHAnsi" w:hAnsiTheme="minorHAnsi"/>
                <w:color w:val="auto"/>
              </w:rPr>
              <w:t xml:space="preserve"> Uwzględnieni czynniki motywujące do określonych zachowań społecznych, a  także dokona analizy mechanizmów zachowań członków grupy. </w:t>
            </w:r>
          </w:p>
        </w:tc>
        <w:tc>
          <w:tcPr>
            <w:tcW w:w="1873" w:type="dxa"/>
          </w:tcPr>
          <w:p w14:paraId="0AE1CE61" w14:textId="77777777"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K_U05</w:t>
            </w:r>
          </w:p>
        </w:tc>
      </w:tr>
      <w:tr w:rsidR="00D35B76" w:rsidRPr="005B254B" w14:paraId="5F2BB7B7" w14:textId="77777777" w:rsidTr="00E174FD">
        <w:tc>
          <w:tcPr>
            <w:tcW w:w="1701" w:type="dxa"/>
          </w:tcPr>
          <w:p w14:paraId="705033EB" w14:textId="77777777" w:rsidR="00712EAE" w:rsidRPr="005B254B" w:rsidRDefault="00712EAE" w:rsidP="00712EAE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  <w:p w14:paraId="4FE4B582" w14:textId="77777777"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4140EE0" w14:textId="77777777" w:rsidR="00D35B76" w:rsidRPr="009B5CC9" w:rsidRDefault="003F71AE" w:rsidP="009B5CC9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9B5CC9">
              <w:rPr>
                <w:rFonts w:asciiTheme="minorHAnsi" w:hAnsiTheme="minorHAnsi"/>
              </w:rPr>
              <w:t xml:space="preserve">Wykaże się kompetencjami  </w:t>
            </w:r>
            <w:r w:rsidR="00C926CA" w:rsidRPr="009B5CC9">
              <w:rPr>
                <w:rFonts w:asciiTheme="minorHAnsi" w:hAnsiTheme="minorHAnsi"/>
              </w:rPr>
              <w:t xml:space="preserve">w </w:t>
            </w:r>
            <w:r w:rsidR="009B5CC9">
              <w:rPr>
                <w:rFonts w:asciiTheme="minorHAnsi" w:hAnsiTheme="minorHAnsi"/>
              </w:rPr>
              <w:t xml:space="preserve">podejmowaniu różnych działań zespołowych uwzględniając zasady etyki zawodowej. </w:t>
            </w:r>
          </w:p>
        </w:tc>
        <w:tc>
          <w:tcPr>
            <w:tcW w:w="1873" w:type="dxa"/>
          </w:tcPr>
          <w:p w14:paraId="608B6843" w14:textId="77777777" w:rsidR="00D35B76" w:rsidRPr="00D5646C" w:rsidRDefault="00712EAE" w:rsidP="00712EAE">
            <w:pPr>
              <w:pStyle w:val="Default"/>
              <w:jc w:val="center"/>
              <w:rPr>
                <w:rFonts w:asciiTheme="minorHAnsi" w:hAnsiTheme="minorHAnsi"/>
                <w:smallCaps/>
              </w:rPr>
            </w:pPr>
            <w:r>
              <w:rPr>
                <w:rFonts w:asciiTheme="minorHAnsi" w:hAnsiTheme="minorHAnsi"/>
              </w:rPr>
              <w:t>K_K02</w:t>
            </w:r>
          </w:p>
        </w:tc>
      </w:tr>
    </w:tbl>
    <w:p w14:paraId="2B33DE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EA662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5DC7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3F13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0A22EC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6"/>
      </w:tblGrid>
      <w:tr w:rsidR="00B56E1F" w:rsidRPr="005B254B" w14:paraId="45AE25BE" w14:textId="77777777" w:rsidTr="00515CDF">
        <w:tc>
          <w:tcPr>
            <w:tcW w:w="9355" w:type="dxa"/>
          </w:tcPr>
          <w:p w14:paraId="75EAA44D" w14:textId="77777777" w:rsidR="00B56E1F" w:rsidRPr="005B254B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Treści merytoryczne</w:t>
            </w:r>
          </w:p>
        </w:tc>
      </w:tr>
      <w:tr w:rsidR="00B56E1F" w:rsidRPr="005B254B" w14:paraId="7E2C3E29" w14:textId="77777777" w:rsidTr="00515CDF">
        <w:tc>
          <w:tcPr>
            <w:tcW w:w="9355" w:type="dxa"/>
          </w:tcPr>
          <w:p w14:paraId="44EAC8F5" w14:textId="689C00A2" w:rsidR="00B56E1F" w:rsidRPr="005B254B" w:rsidRDefault="00222CB7" w:rsidP="00E174FD">
            <w:pPr>
              <w:pStyle w:val="Akapitzlist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Ja społeczne</w:t>
            </w:r>
            <w:r w:rsidR="00606A26">
              <w:rPr>
                <w:rFonts w:asciiTheme="minorHAnsi" w:hAnsiTheme="minorHAnsi"/>
                <w:sz w:val="24"/>
                <w:szCs w:val="24"/>
              </w:rPr>
              <w:t>.</w:t>
            </w:r>
            <w:r w:rsidR="00E121F2">
              <w:rPr>
                <w:rFonts w:asciiTheme="minorHAnsi" w:hAnsiTheme="minorHAnsi"/>
                <w:sz w:val="24"/>
                <w:szCs w:val="24"/>
              </w:rPr>
              <w:t xml:space="preserve"> Ja pod presją, konformizm</w:t>
            </w:r>
          </w:p>
        </w:tc>
      </w:tr>
      <w:tr w:rsidR="00B56E1F" w:rsidRPr="005B254B" w14:paraId="792FDB21" w14:textId="77777777" w:rsidTr="00515CDF">
        <w:tc>
          <w:tcPr>
            <w:tcW w:w="9355" w:type="dxa"/>
          </w:tcPr>
          <w:p w14:paraId="3DA83617" w14:textId="2B98FC3E" w:rsidR="00B56E1F" w:rsidRPr="005B254B" w:rsidRDefault="00B56E1F" w:rsidP="00515CDF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 w:rsidRPr="005B254B">
              <w:rPr>
                <w:rFonts w:asciiTheme="minorHAnsi" w:hAnsiTheme="minorHAnsi"/>
                <w:noProof/>
                <w:sz w:val="24"/>
                <w:szCs w:val="24"/>
              </w:rPr>
              <w:t>Strukturalne aspekty grup: interakcje grupowe, cele grupowe, normy grupowe, struktury grupowe</w:t>
            </w:r>
            <w:r w:rsidR="00222CB7">
              <w:rPr>
                <w:rFonts w:asciiTheme="minorHAnsi" w:hAnsiTheme="minorHAnsi"/>
                <w:noProof/>
                <w:sz w:val="24"/>
                <w:szCs w:val="24"/>
              </w:rPr>
              <w:t>, rytuały prze</w:t>
            </w:r>
            <w:r w:rsidR="00606A26">
              <w:rPr>
                <w:rFonts w:asciiTheme="minorHAnsi" w:hAnsiTheme="minorHAnsi"/>
                <w:noProof/>
                <w:sz w:val="24"/>
                <w:szCs w:val="24"/>
              </w:rPr>
              <w:t>j</w:t>
            </w:r>
            <w:r w:rsidR="00222CB7">
              <w:rPr>
                <w:rFonts w:asciiTheme="minorHAnsi" w:hAnsiTheme="minorHAnsi"/>
                <w:noProof/>
                <w:sz w:val="24"/>
                <w:szCs w:val="24"/>
              </w:rPr>
              <w:t>ścia</w:t>
            </w:r>
            <w:r>
              <w:rPr>
                <w:rFonts w:asciiTheme="minorHAnsi" w:hAnsiTheme="minorHAnsi"/>
                <w:noProof/>
                <w:sz w:val="24"/>
                <w:szCs w:val="24"/>
              </w:rPr>
              <w:t>.</w:t>
            </w:r>
          </w:p>
        </w:tc>
      </w:tr>
      <w:tr w:rsidR="00222CB7" w:rsidRPr="005B254B" w14:paraId="2264D02A" w14:textId="77777777" w:rsidTr="00515CDF">
        <w:tc>
          <w:tcPr>
            <w:tcW w:w="9355" w:type="dxa"/>
          </w:tcPr>
          <w:p w14:paraId="1E0E371B" w14:textId="6880214E" w:rsidR="00222CB7" w:rsidRPr="005B254B" w:rsidRDefault="00222CB7" w:rsidP="00515CDF">
            <w:pPr>
              <w:jc w:val="both"/>
              <w:rPr>
                <w:rFonts w:asciiTheme="minorHAnsi" w:hAnsiTheme="minorHAnsi"/>
                <w:noProof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t>Postawy, zmiana postaw</w:t>
            </w:r>
            <w:r w:rsidR="00606A26">
              <w:rPr>
                <w:rFonts w:asciiTheme="minorHAnsi" w:hAnsiTheme="minorHAnsi"/>
                <w:noProof/>
                <w:sz w:val="24"/>
                <w:szCs w:val="24"/>
              </w:rPr>
              <w:t>. Stereotypy, uprzedzenia.</w:t>
            </w:r>
          </w:p>
        </w:tc>
      </w:tr>
      <w:tr w:rsidR="00B56E1F" w:rsidRPr="005B254B" w14:paraId="6B61C5B0" w14:textId="77777777" w:rsidTr="00515CDF">
        <w:tc>
          <w:tcPr>
            <w:tcW w:w="9355" w:type="dxa"/>
          </w:tcPr>
          <w:p w14:paraId="7C5F342E" w14:textId="168AA35A" w:rsidR="00B56E1F" w:rsidRPr="005B254B" w:rsidRDefault="00606A26" w:rsidP="00222CB7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Moralność, dylematy moralne, fundamenty moralne, zachowania pomocowe.</w:t>
            </w:r>
          </w:p>
        </w:tc>
      </w:tr>
      <w:tr w:rsidR="00606A26" w:rsidRPr="005B254B" w14:paraId="06737D22" w14:textId="77777777" w:rsidTr="00515CDF">
        <w:tc>
          <w:tcPr>
            <w:tcW w:w="9355" w:type="dxa"/>
          </w:tcPr>
          <w:p w14:paraId="72CB9080" w14:textId="188CF49D" w:rsidR="00606A26" w:rsidRDefault="00606A26" w:rsidP="00222CB7">
            <w:pPr>
              <w:spacing w:after="0" w:line="240" w:lineRule="auto"/>
              <w:ind w:firstLine="34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Elementy psychologii międzykulturowej</w:t>
            </w:r>
          </w:p>
        </w:tc>
      </w:tr>
    </w:tbl>
    <w:p w14:paraId="20E9F03E" w14:textId="77777777" w:rsidR="00FF2081" w:rsidRPr="00B56E1F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7327066E" w14:textId="77777777" w:rsidR="00A6373E" w:rsidRDefault="00A6373E" w:rsidP="00A63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Warunki zaliczenia wykładu:</w:t>
      </w:r>
    </w:p>
    <w:p w14:paraId="3B2E8C58" w14:textId="77777777" w:rsidR="00A6373E" w:rsidRDefault="00A6373E" w:rsidP="00A63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1. Pozytywna ocena z egzaminu pisemnego – testu.</w:t>
      </w:r>
    </w:p>
    <w:p w14:paraId="03CAD27B" w14:textId="77777777" w:rsidR="00A6373E" w:rsidRDefault="00A6373E" w:rsidP="00A63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2. Obecność na wykładach.</w:t>
      </w:r>
    </w:p>
    <w:p w14:paraId="16F9693D" w14:textId="77777777" w:rsidR="00A6373E" w:rsidRDefault="00A6373E" w:rsidP="00A63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Zaliczenie lektur.</w:t>
      </w:r>
    </w:p>
    <w:p w14:paraId="7947179B" w14:textId="77777777" w:rsidR="00A6373E" w:rsidRDefault="00A6373E" w:rsidP="00A63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1. Egzamin pisemny testowy:</w:t>
      </w:r>
    </w:p>
    <w:p w14:paraId="37619C55" w14:textId="77777777" w:rsidR="00A6373E" w:rsidRDefault="00A6373E" w:rsidP="00A63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5.0 – wykazuje znajomość treści kształcenia na poziomie 93%-100% </w:t>
      </w:r>
      <w:r>
        <w:rPr>
          <w:rStyle w:val="x4k7w5x"/>
          <w:rFonts w:ascii="Corbel" w:hAnsi="Corbel"/>
          <w:b w:val="0"/>
          <w:smallCaps w:val="0"/>
          <w:szCs w:val="24"/>
        </w:rPr>
        <w:t>(znakomita wiedza)</w:t>
      </w:r>
    </w:p>
    <w:p w14:paraId="36B728A5" w14:textId="77777777" w:rsidR="00A6373E" w:rsidRDefault="00A6373E" w:rsidP="00A63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4.5 – wykazuje znajomość treści kształcenia na poziomie 85%-92% </w:t>
      </w:r>
      <w:r>
        <w:rPr>
          <w:rStyle w:val="x4k7w5x"/>
          <w:rFonts w:ascii="Corbel" w:hAnsi="Corbel"/>
          <w:b w:val="0"/>
          <w:smallCaps w:val="0"/>
          <w:szCs w:val="24"/>
        </w:rPr>
        <w:t>(bardzo dobry poziom wiedzy z drobnymi błędami)</w:t>
      </w:r>
    </w:p>
    <w:p w14:paraId="2B9F0B86" w14:textId="77777777" w:rsidR="00A6373E" w:rsidRDefault="00A6373E" w:rsidP="00A63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4.0 – wykazuje znajomość treści kształcenia na poziomie 77%-84% </w:t>
      </w:r>
      <w:r>
        <w:rPr>
          <w:rStyle w:val="x4k7w5x"/>
          <w:rFonts w:ascii="Corbel" w:hAnsi="Corbel"/>
          <w:b w:val="0"/>
          <w:smallCaps w:val="0"/>
          <w:szCs w:val="24"/>
        </w:rPr>
        <w:t>(dobry poziom wiedzy, z pewnymi niedociągnięciami)</w:t>
      </w:r>
    </w:p>
    <w:p w14:paraId="0F89D565" w14:textId="77777777" w:rsidR="00A6373E" w:rsidRDefault="00A6373E" w:rsidP="00A63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3.5 – wykazuje znajomość treści kształcenia na poziomie 69%-76% </w:t>
      </w:r>
      <w:r>
        <w:rPr>
          <w:rStyle w:val="x4k7w5x"/>
          <w:rFonts w:ascii="Corbel" w:hAnsi="Corbel"/>
          <w:b w:val="0"/>
          <w:smallCaps w:val="0"/>
          <w:szCs w:val="24"/>
        </w:rPr>
        <w:t>(zadowalająca wiedza, z niewielką liczbą błędów)</w:t>
      </w:r>
    </w:p>
    <w:p w14:paraId="35CC42A2" w14:textId="77777777" w:rsidR="00A6373E" w:rsidRDefault="00A6373E" w:rsidP="00A637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ocena 3.0 – wykazuje znajomość treści kształcenia na poziomie 60%-68% </w:t>
      </w:r>
      <w:r>
        <w:rPr>
          <w:rStyle w:val="x4k7w5x"/>
          <w:rFonts w:ascii="Corbel" w:hAnsi="Corbel"/>
          <w:b w:val="0"/>
          <w:smallCaps w:val="0"/>
          <w:szCs w:val="24"/>
        </w:rPr>
        <w:t>(zadowalająca wiedza z licznymi błędami)</w:t>
      </w:r>
    </w:p>
    <w:p w14:paraId="78250A81" w14:textId="77777777" w:rsidR="00A6373E" w:rsidRDefault="00A6373E" w:rsidP="00A6373E">
      <w:pPr>
        <w:pStyle w:val="Punktygwne"/>
        <w:spacing w:before="0" w:after="0"/>
        <w:jc w:val="both"/>
        <w:rPr>
          <w:rStyle w:val="x4k7w5x"/>
        </w:rPr>
      </w:pPr>
      <w:r>
        <w:rPr>
          <w:rFonts w:ascii="Corbel" w:hAnsi="Corbel"/>
          <w:b w:val="0"/>
          <w:smallCaps w:val="0"/>
          <w:szCs w:val="24"/>
        </w:rPr>
        <w:t xml:space="preserve">ocena 2.0 – wykazuje znajomość treści kształcenia poniżej 60%; </w:t>
      </w:r>
      <w:r>
        <w:rPr>
          <w:rStyle w:val="x4k7w5x"/>
          <w:rFonts w:ascii="Corbel" w:hAnsi="Corbel"/>
          <w:b w:val="0"/>
          <w:smallCaps w:val="0"/>
          <w:szCs w:val="24"/>
        </w:rPr>
        <w:t>(niezadowalająca wiedza, liczne błędy)</w:t>
      </w:r>
    </w:p>
    <w:p w14:paraId="4010E5E8" w14:textId="77777777" w:rsidR="00A6373E" w:rsidRDefault="00A6373E" w:rsidP="00A6373E">
      <w:pPr>
        <w:pStyle w:val="Punktygwne"/>
        <w:spacing w:before="0" w:after="0"/>
        <w:jc w:val="both"/>
        <w:rPr>
          <w:rStyle w:val="x4k7w5x"/>
          <w:rFonts w:ascii="Corbel" w:hAnsi="Corbel"/>
          <w:b w:val="0"/>
          <w:smallCaps w:val="0"/>
          <w:szCs w:val="24"/>
        </w:rPr>
      </w:pPr>
    </w:p>
    <w:p w14:paraId="4D16B8CB" w14:textId="77777777" w:rsidR="00A6373E" w:rsidRDefault="00A6373E" w:rsidP="00A6373E">
      <w:pPr>
        <w:pStyle w:val="Punktygwne"/>
        <w:spacing w:before="0" w:after="0"/>
        <w:jc w:val="both"/>
        <w:rPr>
          <w:rStyle w:val="x4k7w5x"/>
          <w:b w:val="0"/>
        </w:rPr>
      </w:pPr>
    </w:p>
    <w:p w14:paraId="7BBC2779" w14:textId="77777777" w:rsidR="00A6373E" w:rsidRDefault="00A6373E" w:rsidP="00A6373E">
      <w:pPr>
        <w:pStyle w:val="Punktygwne"/>
        <w:spacing w:before="0" w:after="0"/>
        <w:jc w:val="both"/>
        <w:rPr>
          <w:rStyle w:val="x4k7w5x"/>
          <w:rFonts w:ascii="Corbel" w:hAnsi="Corbel"/>
          <w:b w:val="0"/>
          <w:smallCaps w:val="0"/>
          <w:szCs w:val="24"/>
        </w:rPr>
      </w:pPr>
    </w:p>
    <w:p w14:paraId="49B2456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71C5F5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81B8C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999E0D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BA15D0" w14:textId="77777777" w:rsidTr="00923D7D">
        <w:tc>
          <w:tcPr>
            <w:tcW w:w="9639" w:type="dxa"/>
          </w:tcPr>
          <w:p w14:paraId="4F5457D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DAB37D" w14:textId="77777777" w:rsidTr="00923D7D">
        <w:tc>
          <w:tcPr>
            <w:tcW w:w="9639" w:type="dxa"/>
          </w:tcPr>
          <w:p w14:paraId="0AE3B6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9668E6" w14:textId="77777777" w:rsidTr="00923D7D">
        <w:tc>
          <w:tcPr>
            <w:tcW w:w="9639" w:type="dxa"/>
          </w:tcPr>
          <w:p w14:paraId="4D24A3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D6F6BB4" w14:textId="77777777" w:rsidTr="00923D7D">
        <w:tc>
          <w:tcPr>
            <w:tcW w:w="9639" w:type="dxa"/>
          </w:tcPr>
          <w:p w14:paraId="5242F2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83DC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5EA8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72418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DA90A8" w14:textId="77777777"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1EC439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EABB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B38171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D9A1D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22BD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612E398" w14:textId="77777777" w:rsidTr="00C05F44">
        <w:tc>
          <w:tcPr>
            <w:tcW w:w="1985" w:type="dxa"/>
            <w:vAlign w:val="center"/>
          </w:tcPr>
          <w:p w14:paraId="70DCFA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82E35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057FD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AB1B8E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079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9C54AE" w14:paraId="310B68A6" w14:textId="77777777" w:rsidTr="00C05F44">
        <w:tc>
          <w:tcPr>
            <w:tcW w:w="1985" w:type="dxa"/>
          </w:tcPr>
          <w:p w14:paraId="2DB216DC" w14:textId="77777777"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423CB31" w14:textId="77777777" w:rsidR="00B0496C" w:rsidRPr="00216238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C36E567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14:paraId="4C7DF8DE" w14:textId="77777777" w:rsidTr="00C05F44">
        <w:tc>
          <w:tcPr>
            <w:tcW w:w="1985" w:type="dxa"/>
          </w:tcPr>
          <w:p w14:paraId="1DBA860B" w14:textId="77777777"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7B51064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8428F3E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14:paraId="17156572" w14:textId="77777777" w:rsidTr="00C05F44">
        <w:tc>
          <w:tcPr>
            <w:tcW w:w="1985" w:type="dxa"/>
          </w:tcPr>
          <w:p w14:paraId="17C13118" w14:textId="77777777" w:rsidR="00B0496C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9853464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637D5E4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9C54AE" w14:paraId="13B19633" w14:textId="77777777" w:rsidTr="00C05F44">
        <w:tc>
          <w:tcPr>
            <w:tcW w:w="1985" w:type="dxa"/>
          </w:tcPr>
          <w:p w14:paraId="2AE1832F" w14:textId="77777777" w:rsidR="00B0496C" w:rsidRPr="005B254B" w:rsidRDefault="00B0496C" w:rsidP="00B0496C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8726177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711DF55" w14:textId="77777777" w:rsidR="00B0496C" w:rsidRPr="009C54AE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1EDBDF9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1DA57B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6242AA" w14:textId="671D9F36" w:rsidR="009B53BB" w:rsidRPr="005B254B" w:rsidRDefault="009B53BB" w:rsidP="009B53BB">
      <w:pPr>
        <w:pStyle w:val="Punktygwne"/>
        <w:spacing w:before="0" w:after="0"/>
        <w:rPr>
          <w:rFonts w:asciiTheme="minorHAnsi" w:hAnsiTheme="minorHAnsi"/>
          <w:b w:val="0"/>
          <w:smallCaps w:val="0"/>
          <w:szCs w:val="24"/>
        </w:rPr>
      </w:pPr>
      <w:r w:rsidRPr="005B254B">
        <w:rPr>
          <w:rFonts w:asciiTheme="minorHAnsi" w:hAnsiTheme="minorHAnsi"/>
          <w:b w:val="0"/>
          <w:smallCaps w:val="0"/>
          <w:szCs w:val="24"/>
        </w:rPr>
        <w:t>1. pozytywna ocena z egzaminu pisemnego</w:t>
      </w:r>
      <w:r w:rsidR="00EB1BDF">
        <w:rPr>
          <w:rFonts w:asciiTheme="minorHAnsi" w:hAnsiTheme="minorHAnsi"/>
          <w:b w:val="0"/>
          <w:smallCaps w:val="0"/>
          <w:szCs w:val="24"/>
        </w:rPr>
        <w:t xml:space="preserve"> - testu</w:t>
      </w:r>
    </w:p>
    <w:p w14:paraId="7946FFB3" w14:textId="77777777" w:rsidR="009B53BB" w:rsidRDefault="009B53BB" w:rsidP="009B53BB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2</w:t>
      </w:r>
      <w:r w:rsidRPr="00A13A7A">
        <w:rPr>
          <w:b w:val="0"/>
          <w:smallCaps w:val="0"/>
          <w:sz w:val="22"/>
        </w:rPr>
        <w:t>.</w:t>
      </w:r>
      <w:r>
        <w:rPr>
          <w:b w:val="0"/>
          <w:smallCaps w:val="0"/>
          <w:sz w:val="22"/>
        </w:rPr>
        <w:t xml:space="preserve"> obecność na wykładach.</w:t>
      </w:r>
    </w:p>
    <w:p w14:paraId="4200D3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CFBA9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9C54AE" w14:paraId="4B0441A4" w14:textId="77777777" w:rsidTr="00E174FD">
        <w:tc>
          <w:tcPr>
            <w:tcW w:w="4962" w:type="dxa"/>
            <w:vAlign w:val="center"/>
          </w:tcPr>
          <w:p w14:paraId="36DF6095" w14:textId="77777777"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288F3F8" w14:textId="77777777"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C54AE" w14:paraId="05D39134" w14:textId="77777777" w:rsidTr="00E174FD">
        <w:tc>
          <w:tcPr>
            <w:tcW w:w="4962" w:type="dxa"/>
          </w:tcPr>
          <w:p w14:paraId="7D571487" w14:textId="08F210AA" w:rsidR="000C5696" w:rsidRPr="009C54AE" w:rsidRDefault="000C5696" w:rsidP="00022A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z</w:t>
            </w:r>
            <w:r w:rsidR="00022A2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0BB8B16" w14:textId="5D97F43D" w:rsidR="000C5696" w:rsidRPr="009C54AE" w:rsidRDefault="00C9557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C5696" w:rsidRPr="009C54AE" w14:paraId="3DF32911" w14:textId="77777777" w:rsidTr="00E174FD">
        <w:tc>
          <w:tcPr>
            <w:tcW w:w="4962" w:type="dxa"/>
          </w:tcPr>
          <w:p w14:paraId="207632F0" w14:textId="0E561604" w:rsidR="000C5696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B346E">
              <w:rPr>
                <w:rFonts w:ascii="Corbel" w:hAnsi="Corbel"/>
                <w:sz w:val="24"/>
                <w:szCs w:val="24"/>
              </w:rPr>
              <w:t>:</w:t>
            </w:r>
          </w:p>
          <w:p w14:paraId="078963B4" w14:textId="77777777" w:rsidR="003B346E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0C5696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18CD9C1" w14:textId="79990687" w:rsidR="000C5696" w:rsidRPr="009C54AE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</w:t>
            </w:r>
            <w:r w:rsidR="000C5696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52D7581D" w14:textId="77777777" w:rsidR="003B346E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E7063ED" w14:textId="28B64282" w:rsidR="003B346E" w:rsidRDefault="003B346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38AC6A3" w14:textId="2A5C352A" w:rsidR="000C5696" w:rsidRPr="009C54AE" w:rsidRDefault="0050664A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9C54AE" w14:paraId="301489F0" w14:textId="77777777" w:rsidTr="00E174FD">
        <w:tc>
          <w:tcPr>
            <w:tcW w:w="4962" w:type="dxa"/>
          </w:tcPr>
          <w:p w14:paraId="347B4073" w14:textId="2A93527C"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B346E">
              <w:rPr>
                <w:rFonts w:ascii="Corbel" w:hAnsi="Corbel"/>
                <w:sz w:val="24"/>
                <w:szCs w:val="24"/>
              </w:rPr>
              <w:t>:</w:t>
            </w:r>
          </w:p>
          <w:p w14:paraId="6A693A26" w14:textId="77777777" w:rsidR="003B346E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0C5696" w:rsidRPr="009C54AE">
              <w:rPr>
                <w:rFonts w:ascii="Corbel" w:hAnsi="Corbel"/>
                <w:sz w:val="24"/>
                <w:szCs w:val="24"/>
              </w:rPr>
              <w:t>p</w:t>
            </w:r>
            <w:r w:rsidR="000C5696">
              <w:rPr>
                <w:rFonts w:ascii="Corbel" w:hAnsi="Corbel"/>
                <w:sz w:val="24"/>
                <w:szCs w:val="24"/>
              </w:rPr>
              <w:t>rzygotowanie do egzaminu</w:t>
            </w:r>
          </w:p>
          <w:p w14:paraId="77645C5B" w14:textId="4E6C9667" w:rsidR="000C5696" w:rsidRPr="009C54AE" w:rsidRDefault="003B346E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A323B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4F529F3A" w14:textId="77777777" w:rsidR="000C5696" w:rsidRDefault="000C5696" w:rsidP="00E174FD"/>
          <w:p w14:paraId="489EFECB" w14:textId="188F125D" w:rsidR="003B346E" w:rsidRDefault="00C9557F" w:rsidP="00E174FD">
            <w:r>
              <w:t>17</w:t>
            </w:r>
          </w:p>
          <w:p w14:paraId="6274A616" w14:textId="707AE5C7" w:rsidR="003B346E" w:rsidRPr="00000AAD" w:rsidRDefault="003B346E" w:rsidP="00E174FD">
            <w:r>
              <w:t>1</w:t>
            </w:r>
            <w:r w:rsidR="00C9557F">
              <w:t>5</w:t>
            </w:r>
          </w:p>
        </w:tc>
      </w:tr>
      <w:tr w:rsidR="000C5696" w:rsidRPr="009C54AE" w14:paraId="02915295" w14:textId="77777777" w:rsidTr="00E174FD">
        <w:tc>
          <w:tcPr>
            <w:tcW w:w="4962" w:type="dxa"/>
          </w:tcPr>
          <w:p w14:paraId="1EFC7DE7" w14:textId="77777777"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76C5DB" w14:textId="2ED9ECE8" w:rsidR="000C5696" w:rsidRPr="009C54AE" w:rsidRDefault="00EB1BD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C5696" w:rsidRPr="009C54AE" w14:paraId="3A81EC9D" w14:textId="77777777" w:rsidTr="00E174FD">
        <w:tc>
          <w:tcPr>
            <w:tcW w:w="4962" w:type="dxa"/>
          </w:tcPr>
          <w:p w14:paraId="1C19C073" w14:textId="77777777" w:rsidR="000C5696" w:rsidRPr="009C54AE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8B69A" w14:textId="11E0B878" w:rsidR="000C5696" w:rsidRPr="009C54AE" w:rsidRDefault="0012408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5F257E" w14:textId="77777777" w:rsidR="000C5696" w:rsidRPr="009C54AE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E2E20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52A2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7FD34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D9C10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5CE3E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91A91F1" w14:textId="77777777" w:rsidTr="0071620A">
        <w:trPr>
          <w:trHeight w:val="397"/>
        </w:trPr>
        <w:tc>
          <w:tcPr>
            <w:tcW w:w="3544" w:type="dxa"/>
          </w:tcPr>
          <w:p w14:paraId="64452B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CB439CF" w14:textId="77777777"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73F2A1E" w14:textId="77777777" w:rsidTr="0071620A">
        <w:trPr>
          <w:trHeight w:val="397"/>
        </w:trPr>
        <w:tc>
          <w:tcPr>
            <w:tcW w:w="3544" w:type="dxa"/>
          </w:tcPr>
          <w:p w14:paraId="4B5D9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C095C9" w14:textId="77777777" w:rsidR="0085747A" w:rsidRPr="009C54AE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FA28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B08E1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C54AE" w14:paraId="48AE14F8" w14:textId="77777777" w:rsidTr="00E174FD">
        <w:trPr>
          <w:trHeight w:val="397"/>
        </w:trPr>
        <w:tc>
          <w:tcPr>
            <w:tcW w:w="7513" w:type="dxa"/>
          </w:tcPr>
          <w:p w14:paraId="42A098E6" w14:textId="1B98FB60" w:rsidR="00DA323B" w:rsidRPr="00D31EE0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E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5C6278" w14:textId="77777777" w:rsidR="00E121F2" w:rsidRPr="00D31EE0" w:rsidRDefault="00E121F2" w:rsidP="00E121F2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Zimbardo</w:t>
            </w:r>
            <w:proofErr w:type="spellEnd"/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et al. (2017). Psychologia, kluczowe koncepcje. Człowiek i jego środowisko. PWN ( r. od 1.1 do 1.5 i od 1.10 do 1.12).</w:t>
            </w:r>
          </w:p>
          <w:p w14:paraId="253A852A" w14:textId="68999FA5" w:rsidR="00E121F2" w:rsidRPr="00D31EE0" w:rsidRDefault="00E121F2" w:rsidP="00E121F2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B. (2009). </w:t>
            </w:r>
            <w:r w:rsidRPr="00D31EE0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. Warszawa: Wydawnictwo Naukowe Scholar. (Rozdział</w:t>
            </w:r>
            <w:r w:rsidR="00713F8D"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9. Pomocowość i prospołeczność</w:t>
            </w:r>
            <w:r w:rsidRPr="00D31EE0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).</w:t>
            </w:r>
          </w:p>
          <w:p w14:paraId="5113617E" w14:textId="7845F7D9" w:rsidR="00E121F2" w:rsidRPr="00D31EE0" w:rsidRDefault="00E121F2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D31EE0">
              <w:rPr>
                <w:rStyle w:val="apple-style-span"/>
                <w:rFonts w:ascii="Corbel" w:hAnsi="Corbel"/>
                <w:sz w:val="24"/>
                <w:szCs w:val="24"/>
              </w:rPr>
              <w:lastRenderedPageBreak/>
              <w:t xml:space="preserve">Aronson, E. (2014). </w:t>
            </w:r>
            <w:r w:rsidRPr="00D31EE0">
              <w:rPr>
                <w:rStyle w:val="apple-style-span"/>
                <w:rFonts w:ascii="Corbel" w:hAnsi="Corbel"/>
                <w:i/>
                <w:sz w:val="24"/>
                <w:szCs w:val="24"/>
              </w:rPr>
              <w:t>Człowiek istota społeczna</w:t>
            </w:r>
            <w:r w:rsidRPr="00D31EE0">
              <w:rPr>
                <w:rStyle w:val="apple-style-span"/>
                <w:rFonts w:ascii="Corbel" w:hAnsi="Corbel"/>
                <w:sz w:val="24"/>
                <w:szCs w:val="24"/>
              </w:rPr>
              <w:t>. Warszawa: WN PWN (r. 7 uprzedzenia).</w:t>
            </w:r>
          </w:p>
          <w:p w14:paraId="2F422942" w14:textId="07EBC836" w:rsidR="00F47417" w:rsidRPr="00D31EE0" w:rsidRDefault="00F47417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D31EE0">
              <w:rPr>
                <w:rStyle w:val="apple-style-span"/>
                <w:rFonts w:ascii="Corbel" w:hAnsi="Corbel"/>
                <w:sz w:val="24"/>
                <w:szCs w:val="24"/>
              </w:rPr>
              <w:t>Łukasik, A. Wagonik moralności, Wgląd 4/14/2021</w:t>
            </w:r>
          </w:p>
          <w:p w14:paraId="5AC4FE24" w14:textId="7B6C7FE7" w:rsidR="00F47417" w:rsidRPr="00D31EE0" w:rsidRDefault="00F47417" w:rsidP="00E121F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D31EE0">
              <w:rPr>
                <w:rStyle w:val="apple-style-span"/>
                <w:rFonts w:ascii="Corbel" w:hAnsi="Corbel"/>
                <w:sz w:val="24"/>
                <w:szCs w:val="24"/>
              </w:rPr>
              <w:t>Łukasik, A .Kultura spiskowa, Wgląd 4/11/2021</w:t>
            </w:r>
          </w:p>
          <w:p w14:paraId="78289A22" w14:textId="77777777" w:rsidR="00DA323B" w:rsidRPr="00D31EE0" w:rsidRDefault="00DA323B" w:rsidP="00713F8D">
            <w:pPr>
              <w:autoSpaceDE w:val="0"/>
              <w:autoSpaceDN w:val="0"/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DA323B" w:rsidRPr="00713F8D" w14:paraId="0D880534" w14:textId="77777777" w:rsidTr="00E174FD">
        <w:trPr>
          <w:trHeight w:val="397"/>
        </w:trPr>
        <w:tc>
          <w:tcPr>
            <w:tcW w:w="7513" w:type="dxa"/>
          </w:tcPr>
          <w:p w14:paraId="5967496E" w14:textId="77777777" w:rsidR="00DA323B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A78EAE8" w14:textId="688E67B6" w:rsidR="00DA323B" w:rsidRDefault="00DA323B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</w:t>
            </w:r>
          </w:p>
          <w:p w14:paraId="3A2DAB1A" w14:textId="2D78C249" w:rsidR="00713F8D" w:rsidRPr="00713F8D" w:rsidRDefault="00713F8D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</w:pPr>
            <w:r w:rsidRPr="00D31EE0">
              <w:rPr>
                <w:rFonts w:asciiTheme="minorHAnsi" w:hAnsiTheme="minorHAnsi"/>
                <w:b w:val="0"/>
                <w:smallCaps w:val="0"/>
                <w:szCs w:val="24"/>
              </w:rPr>
              <w:t xml:space="preserve">Matsumoto, D., </w:t>
            </w:r>
            <w:proofErr w:type="spellStart"/>
            <w:r w:rsidRPr="00D31EE0">
              <w:rPr>
                <w:rFonts w:asciiTheme="minorHAnsi" w:hAnsiTheme="minorHAnsi"/>
                <w:b w:val="0"/>
                <w:smallCaps w:val="0"/>
                <w:szCs w:val="24"/>
              </w:rPr>
              <w:t>Juang</w:t>
            </w:r>
            <w:proofErr w:type="spellEnd"/>
            <w:r w:rsidRPr="00D31EE0">
              <w:rPr>
                <w:rFonts w:asciiTheme="minorHAnsi" w:hAnsiTheme="minorHAnsi"/>
                <w:b w:val="0"/>
                <w:smallCaps w:val="0"/>
                <w:szCs w:val="24"/>
              </w:rPr>
              <w:t xml:space="preserve">, L. (2007). </w:t>
            </w:r>
            <w:proofErr w:type="spellStart"/>
            <w:r w:rsidRPr="00713F8D"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>Ps</w:t>
            </w:r>
            <w:r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>ychologia</w:t>
            </w:r>
            <w:proofErr w:type="spellEnd"/>
            <w:r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>międzykulturowa</w:t>
            </w:r>
            <w:proofErr w:type="spellEnd"/>
            <w:r w:rsidR="00EB1BDF" w:rsidRPr="00EB1BDF">
              <w:rPr>
                <w:rFonts w:asciiTheme="minorHAnsi" w:hAnsiTheme="minorHAnsi"/>
                <w:b w:val="0"/>
                <w:smallCaps w:val="0"/>
                <w:szCs w:val="24"/>
                <w:lang w:val="en-US"/>
              </w:rPr>
              <w:t>,</w:t>
            </w:r>
            <w:r w:rsidR="00EB1BDF" w:rsidRPr="00EB1BDF">
              <w:rPr>
                <w:rFonts w:asciiTheme="minorHAnsi" w:hAnsiTheme="minorHAnsi"/>
                <w:b w:val="0"/>
                <w:szCs w:val="24"/>
                <w:lang w:val="en-US"/>
              </w:rPr>
              <w:t xml:space="preserve"> GWP.</w:t>
            </w:r>
          </w:p>
          <w:p w14:paraId="05579F54" w14:textId="77777777" w:rsidR="00DA323B" w:rsidRPr="00713F8D" w:rsidRDefault="00DA323B" w:rsidP="00713F8D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  <w:lang w:val="en-US"/>
              </w:rPr>
            </w:pPr>
          </w:p>
        </w:tc>
      </w:tr>
    </w:tbl>
    <w:p w14:paraId="363C4B65" w14:textId="77777777" w:rsidR="00DA323B" w:rsidRPr="00713F8D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422541AD" w14:textId="77777777" w:rsidR="00675843" w:rsidRPr="00713F8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  <w:lang w:val="en-US"/>
        </w:rPr>
      </w:pPr>
    </w:p>
    <w:p w14:paraId="2A55577A" w14:textId="77777777" w:rsidR="0085747A" w:rsidRPr="00713F8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7099DB1" w14:textId="77777777" w:rsidR="0085747A" w:rsidRPr="00713F8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F355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B34C8" w14:textId="77777777" w:rsidR="00260276" w:rsidRDefault="00260276" w:rsidP="00C16ABF">
      <w:pPr>
        <w:spacing w:after="0" w:line="240" w:lineRule="auto"/>
      </w:pPr>
      <w:r>
        <w:separator/>
      </w:r>
    </w:p>
  </w:endnote>
  <w:endnote w:type="continuationSeparator" w:id="0">
    <w:p w14:paraId="0ECA4D15" w14:textId="77777777" w:rsidR="00260276" w:rsidRDefault="002602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4B396" w14:textId="77777777" w:rsidR="00260276" w:rsidRDefault="00260276" w:rsidP="00C16ABF">
      <w:pPr>
        <w:spacing w:after="0" w:line="240" w:lineRule="auto"/>
      </w:pPr>
      <w:r>
        <w:separator/>
      </w:r>
    </w:p>
  </w:footnote>
  <w:footnote w:type="continuationSeparator" w:id="0">
    <w:p w14:paraId="3EDED5A9" w14:textId="77777777" w:rsidR="00260276" w:rsidRDefault="00260276" w:rsidP="00C16ABF">
      <w:pPr>
        <w:spacing w:after="0" w:line="240" w:lineRule="auto"/>
      </w:pPr>
      <w:r>
        <w:continuationSeparator/>
      </w:r>
    </w:p>
  </w:footnote>
  <w:footnote w:id="1">
    <w:p w14:paraId="0C14DC82" w14:textId="77777777" w:rsidR="001F5F64" w:rsidRDefault="001F5F64" w:rsidP="001F5F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06167E95" w14:textId="175C1F6D" w:rsidR="001F5F64" w:rsidRDefault="001F5F6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906522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A2A"/>
    <w:rsid w:val="00022ECE"/>
    <w:rsid w:val="00033B0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B7042"/>
    <w:rsid w:val="000C13FF"/>
    <w:rsid w:val="000C5696"/>
    <w:rsid w:val="000D04B0"/>
    <w:rsid w:val="000F1C57"/>
    <w:rsid w:val="000F5615"/>
    <w:rsid w:val="001132F3"/>
    <w:rsid w:val="001240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F2CA2"/>
    <w:rsid w:val="001F5F64"/>
    <w:rsid w:val="001F7DC8"/>
    <w:rsid w:val="002144C0"/>
    <w:rsid w:val="00216238"/>
    <w:rsid w:val="00222CB7"/>
    <w:rsid w:val="0022477D"/>
    <w:rsid w:val="002278A9"/>
    <w:rsid w:val="002336F9"/>
    <w:rsid w:val="0024028F"/>
    <w:rsid w:val="00244ABC"/>
    <w:rsid w:val="00260276"/>
    <w:rsid w:val="00281FF2"/>
    <w:rsid w:val="002857DE"/>
    <w:rsid w:val="00291313"/>
    <w:rsid w:val="00291567"/>
    <w:rsid w:val="002A22BF"/>
    <w:rsid w:val="002A2389"/>
    <w:rsid w:val="002A671D"/>
    <w:rsid w:val="002A7E15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397D"/>
    <w:rsid w:val="003151C5"/>
    <w:rsid w:val="003343CF"/>
    <w:rsid w:val="00346FE9"/>
    <w:rsid w:val="003472A5"/>
    <w:rsid w:val="0034759A"/>
    <w:rsid w:val="003503F6"/>
    <w:rsid w:val="003530DD"/>
    <w:rsid w:val="00363F78"/>
    <w:rsid w:val="00365B34"/>
    <w:rsid w:val="003A0A5B"/>
    <w:rsid w:val="003A1176"/>
    <w:rsid w:val="003B346E"/>
    <w:rsid w:val="003C0BAE"/>
    <w:rsid w:val="003D18A9"/>
    <w:rsid w:val="003D6CE2"/>
    <w:rsid w:val="003D7FC4"/>
    <w:rsid w:val="003E1941"/>
    <w:rsid w:val="003E27F9"/>
    <w:rsid w:val="003E2FE6"/>
    <w:rsid w:val="003E49D5"/>
    <w:rsid w:val="003E4D52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AAE"/>
    <w:rsid w:val="004D5282"/>
    <w:rsid w:val="004E117C"/>
    <w:rsid w:val="004F1551"/>
    <w:rsid w:val="004F55A3"/>
    <w:rsid w:val="0050496F"/>
    <w:rsid w:val="0050664A"/>
    <w:rsid w:val="005102DF"/>
    <w:rsid w:val="00513B6F"/>
    <w:rsid w:val="00515CDF"/>
    <w:rsid w:val="00517C63"/>
    <w:rsid w:val="00526C94"/>
    <w:rsid w:val="00531161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207"/>
    <w:rsid w:val="00606A26"/>
    <w:rsid w:val="0061029B"/>
    <w:rsid w:val="00617230"/>
    <w:rsid w:val="00621CE1"/>
    <w:rsid w:val="00627FC9"/>
    <w:rsid w:val="0064133E"/>
    <w:rsid w:val="00647FA8"/>
    <w:rsid w:val="00650C5F"/>
    <w:rsid w:val="00654934"/>
    <w:rsid w:val="006620D9"/>
    <w:rsid w:val="00671958"/>
    <w:rsid w:val="00675843"/>
    <w:rsid w:val="00676A10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3F8D"/>
    <w:rsid w:val="0071620A"/>
    <w:rsid w:val="00724677"/>
    <w:rsid w:val="00725459"/>
    <w:rsid w:val="00731A8B"/>
    <w:rsid w:val="007327BD"/>
    <w:rsid w:val="00734608"/>
    <w:rsid w:val="007351F6"/>
    <w:rsid w:val="00736494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20A5"/>
    <w:rsid w:val="008449B3"/>
    <w:rsid w:val="0085747A"/>
    <w:rsid w:val="00875C93"/>
    <w:rsid w:val="00884922"/>
    <w:rsid w:val="00885F64"/>
    <w:rsid w:val="00886B17"/>
    <w:rsid w:val="008917F9"/>
    <w:rsid w:val="008927D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12C9"/>
    <w:rsid w:val="008F6E29"/>
    <w:rsid w:val="008F70AB"/>
    <w:rsid w:val="00916188"/>
    <w:rsid w:val="00923D7D"/>
    <w:rsid w:val="00931506"/>
    <w:rsid w:val="009508DF"/>
    <w:rsid w:val="00950DAC"/>
    <w:rsid w:val="00954A07"/>
    <w:rsid w:val="00960011"/>
    <w:rsid w:val="00997F14"/>
    <w:rsid w:val="009A78D9"/>
    <w:rsid w:val="009B53BB"/>
    <w:rsid w:val="009B5CC9"/>
    <w:rsid w:val="009C1331"/>
    <w:rsid w:val="009C3E31"/>
    <w:rsid w:val="009C54AE"/>
    <w:rsid w:val="009C788E"/>
    <w:rsid w:val="009E2129"/>
    <w:rsid w:val="009E3B41"/>
    <w:rsid w:val="009F3C5C"/>
    <w:rsid w:val="009F4610"/>
    <w:rsid w:val="00A00ECC"/>
    <w:rsid w:val="00A0489D"/>
    <w:rsid w:val="00A14E62"/>
    <w:rsid w:val="00A155EE"/>
    <w:rsid w:val="00A2245B"/>
    <w:rsid w:val="00A30110"/>
    <w:rsid w:val="00A33471"/>
    <w:rsid w:val="00A36899"/>
    <w:rsid w:val="00A371F6"/>
    <w:rsid w:val="00A43BF6"/>
    <w:rsid w:val="00A53FA5"/>
    <w:rsid w:val="00A54817"/>
    <w:rsid w:val="00A601C8"/>
    <w:rsid w:val="00A60799"/>
    <w:rsid w:val="00A6373E"/>
    <w:rsid w:val="00A73E2A"/>
    <w:rsid w:val="00A84C85"/>
    <w:rsid w:val="00A91194"/>
    <w:rsid w:val="00A97DE1"/>
    <w:rsid w:val="00AA35EA"/>
    <w:rsid w:val="00AB053C"/>
    <w:rsid w:val="00AD1146"/>
    <w:rsid w:val="00AD27D3"/>
    <w:rsid w:val="00AD3B84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4FE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53C1"/>
    <w:rsid w:val="00C36992"/>
    <w:rsid w:val="00C376FA"/>
    <w:rsid w:val="00C37CF2"/>
    <w:rsid w:val="00C52CFE"/>
    <w:rsid w:val="00C53139"/>
    <w:rsid w:val="00C56036"/>
    <w:rsid w:val="00C61DC5"/>
    <w:rsid w:val="00C67E92"/>
    <w:rsid w:val="00C70A26"/>
    <w:rsid w:val="00C766DF"/>
    <w:rsid w:val="00C926CA"/>
    <w:rsid w:val="00C94B69"/>
    <w:rsid w:val="00C94B98"/>
    <w:rsid w:val="00C9557F"/>
    <w:rsid w:val="00CA0A02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3D4"/>
    <w:rsid w:val="00D05370"/>
    <w:rsid w:val="00D17C3C"/>
    <w:rsid w:val="00D26B2C"/>
    <w:rsid w:val="00D31EE0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A2114"/>
    <w:rsid w:val="00DA323B"/>
    <w:rsid w:val="00DE09C0"/>
    <w:rsid w:val="00DE4A14"/>
    <w:rsid w:val="00DF320D"/>
    <w:rsid w:val="00DF71C8"/>
    <w:rsid w:val="00E121F2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383"/>
    <w:rsid w:val="00E960BB"/>
    <w:rsid w:val="00EA2074"/>
    <w:rsid w:val="00EA4832"/>
    <w:rsid w:val="00EA4E9D"/>
    <w:rsid w:val="00EB1BDF"/>
    <w:rsid w:val="00EC4899"/>
    <w:rsid w:val="00ED03AB"/>
    <w:rsid w:val="00ED32D2"/>
    <w:rsid w:val="00EE32DE"/>
    <w:rsid w:val="00EE5457"/>
    <w:rsid w:val="00F02DD1"/>
    <w:rsid w:val="00F070AB"/>
    <w:rsid w:val="00F17567"/>
    <w:rsid w:val="00F27A7B"/>
    <w:rsid w:val="00F47417"/>
    <w:rsid w:val="00F526AF"/>
    <w:rsid w:val="00F617C3"/>
    <w:rsid w:val="00F7066B"/>
    <w:rsid w:val="00F83B28"/>
    <w:rsid w:val="00F96E8F"/>
    <w:rsid w:val="00FA0896"/>
    <w:rsid w:val="00FA46E5"/>
    <w:rsid w:val="00FB7DBA"/>
    <w:rsid w:val="00FC1C25"/>
    <w:rsid w:val="00FC3F45"/>
    <w:rsid w:val="00FD503F"/>
    <w:rsid w:val="00FD7589"/>
    <w:rsid w:val="00FF016A"/>
    <w:rsid w:val="00FF1401"/>
    <w:rsid w:val="00FF2081"/>
    <w:rsid w:val="00FF4B9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A62F2"/>
  <w15:docId w15:val="{13C83656-914B-4F9E-AAC8-DA63BF7D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74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741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74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2C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C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CF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C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CFE"/>
    <w:rPr>
      <w:rFonts w:ascii="Calibri" w:hAnsi="Calibri"/>
      <w:b/>
      <w:bCs/>
      <w:lang w:eastAsia="en-US"/>
    </w:rPr>
  </w:style>
  <w:style w:type="character" w:customStyle="1" w:styleId="x4k7w5x">
    <w:name w:val="x4k7w5x"/>
    <w:basedOn w:val="Domylnaczcionkaakapitu"/>
    <w:rsid w:val="00A63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8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A370C-16A1-4260-A261-C482C217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5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Łukasik</cp:lastModifiedBy>
  <cp:revision>2</cp:revision>
  <cp:lastPrinted>2019-12-09T10:29:00Z</cp:lastPrinted>
  <dcterms:created xsi:type="dcterms:W3CDTF">2024-09-13T07:10:00Z</dcterms:created>
  <dcterms:modified xsi:type="dcterms:W3CDTF">2024-09-13T07:10:00Z</dcterms:modified>
</cp:coreProperties>
</file>